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C4" w:rsidRPr="00A05437" w:rsidRDefault="005D60C4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5D60C4" w:rsidRPr="00A05437" w:rsidRDefault="005D60C4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5D60C4" w:rsidRPr="00E46750" w:rsidRDefault="005D60C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5D60C4" w:rsidRPr="00C12AA9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5D60C4" w:rsidRPr="00882502" w:rsidTr="00DE38F0">
        <w:tc>
          <w:tcPr>
            <w:tcW w:w="5590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Tr="00DE38F0">
        <w:tc>
          <w:tcPr>
            <w:tcW w:w="5590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3993" w:type="dxa"/>
            <w:vAlign w:val="center"/>
          </w:tcPr>
          <w:p w:rsidR="005D60C4" w:rsidRDefault="005D60C4" w:rsidP="00DE38F0">
            <w:pPr>
              <w:snapToGrid w:val="0"/>
              <w:jc w:val="right"/>
            </w:pPr>
          </w:p>
        </w:tc>
      </w:tr>
      <w:tr w:rsidR="005D60C4" w:rsidTr="00DE38F0">
        <w:tc>
          <w:tcPr>
            <w:tcW w:w="5590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3993" w:type="dxa"/>
            <w:vAlign w:val="center"/>
          </w:tcPr>
          <w:p w:rsidR="005D60C4" w:rsidRDefault="005D60C4" w:rsidP="00DE38F0">
            <w:pPr>
              <w:snapToGrid w:val="0"/>
              <w:jc w:val="right"/>
            </w:pPr>
          </w:p>
        </w:tc>
      </w:tr>
      <w:tr w:rsidR="005D60C4" w:rsidTr="00DE38F0">
        <w:tc>
          <w:tcPr>
            <w:tcW w:w="5590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vAlign w:val="center"/>
          </w:tcPr>
          <w:p w:rsidR="005D60C4" w:rsidRDefault="005D60C4" w:rsidP="00DE38F0">
            <w:pPr>
              <w:snapToGrid w:val="0"/>
              <w:jc w:val="right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5D60C4" w:rsidRPr="00C57505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 Иванова Клавдия  Ивановна, до 1985 г. Петрова).*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590" w:type="dxa"/>
            <w:vAlign w:val="center"/>
          </w:tcPr>
          <w:p w:rsidR="005D60C4" w:rsidRDefault="005D60C4" w:rsidP="00DE38F0">
            <w:pPr>
              <w:jc w:val="both"/>
            </w:pPr>
            <w:r>
              <w:t>Годрождения:*</w:t>
            </w:r>
          </w:p>
        </w:tc>
        <w:tc>
          <w:tcPr>
            <w:tcW w:w="3993" w:type="dxa"/>
            <w:vAlign w:val="center"/>
          </w:tcPr>
          <w:p w:rsidR="005D60C4" w:rsidRDefault="005D60C4" w:rsidP="00DE38F0">
            <w:pPr>
              <w:snapToGrid w:val="0"/>
              <w:jc w:val="both"/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59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5D60C4" w:rsidRDefault="005D60C4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Pr="00DD5708" w:rsidRDefault="005D60C4" w:rsidP="00C57505">
      <w:pPr>
        <w:suppressAutoHyphens w:val="0"/>
        <w:jc w:val="both"/>
        <w:rPr>
          <w:sz w:val="22"/>
          <w:szCs w:val="22"/>
          <w:vertAlign w:val="superscript"/>
          <w:lang w:val="ru-RU" w:eastAsia="en-US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Default="005D60C4" w:rsidP="00C57505">
      <w:pPr>
        <w:ind w:left="4678"/>
        <w:jc w:val="both"/>
        <w:rPr>
          <w:lang w:val="ru-RU"/>
        </w:rPr>
      </w:pPr>
    </w:p>
    <w:p w:rsidR="005D60C4" w:rsidRPr="002609C9" w:rsidRDefault="005D60C4" w:rsidP="00C57505">
      <w:pPr>
        <w:ind w:left="4678"/>
        <w:jc w:val="both"/>
        <w:rPr>
          <w:lang w:val="ru-RU"/>
        </w:rPr>
      </w:pPr>
    </w:p>
    <w:p w:rsidR="005D60C4" w:rsidRPr="00E46750" w:rsidRDefault="005D60C4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5D60C4" w:rsidRDefault="005D60C4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5D60C4" w:rsidRPr="00E46750" w:rsidRDefault="005D60C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5D60C4" w:rsidRPr="00AB777E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5D60C4" w:rsidRPr="00882502" w:rsidTr="00DE38F0">
        <w:trPr>
          <w:trHeight w:val="630"/>
        </w:trPr>
        <w:tc>
          <w:tcPr>
            <w:tcW w:w="6095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6095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3712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6095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3712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6095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5D60C4" w:rsidRPr="00C57505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 Иванова Клавдия Михайловна, до 1985 г. Петрова).*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6095" w:type="dxa"/>
            <w:vAlign w:val="center"/>
          </w:tcPr>
          <w:p w:rsidR="005D60C4" w:rsidRDefault="005D60C4" w:rsidP="00DE38F0">
            <w:pPr>
              <w:jc w:val="both"/>
            </w:pPr>
            <w:r>
              <w:t>Годрождения:*</w:t>
            </w:r>
          </w:p>
        </w:tc>
        <w:tc>
          <w:tcPr>
            <w:tcW w:w="3712" w:type="dxa"/>
            <w:vAlign w:val="center"/>
          </w:tcPr>
          <w:p w:rsidR="005D60C4" w:rsidRDefault="005D60C4" w:rsidP="00DE38F0">
            <w:pPr>
              <w:snapToGrid w:val="0"/>
              <w:jc w:val="both"/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09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5D60C4" w:rsidRPr="00E46750" w:rsidRDefault="005D60C4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5D60C4" w:rsidRPr="00E46750" w:rsidRDefault="005D60C4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Default="005D60C4" w:rsidP="00C57505">
      <w:pPr>
        <w:ind w:left="4395"/>
        <w:jc w:val="both"/>
        <w:rPr>
          <w:lang w:val="ru-RU"/>
        </w:rPr>
      </w:pPr>
    </w:p>
    <w:p w:rsidR="005D60C4" w:rsidRPr="002609C9" w:rsidRDefault="005D60C4" w:rsidP="00C57505">
      <w:pPr>
        <w:ind w:left="4395"/>
        <w:jc w:val="both"/>
        <w:rPr>
          <w:lang w:val="ru-RU"/>
        </w:rPr>
      </w:pPr>
    </w:p>
    <w:p w:rsidR="005D60C4" w:rsidRPr="00C34131" w:rsidRDefault="005D60C4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5D60C4" w:rsidRPr="00E46750" w:rsidRDefault="005D60C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t>Форма запроса для подтверждения факта усыновления (попечительства, опекунства)</w:t>
      </w:r>
    </w:p>
    <w:p w:rsidR="005D60C4" w:rsidRPr="00DD5708" w:rsidRDefault="005D60C4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5D60C4" w:rsidRPr="00AB777E" w:rsidTr="00DE38F0">
        <w:tc>
          <w:tcPr>
            <w:tcW w:w="495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5D60C4" w:rsidRPr="00882502" w:rsidTr="00DE38F0">
        <w:tc>
          <w:tcPr>
            <w:tcW w:w="5179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179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4404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179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4404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179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5D60C4" w:rsidRPr="00C57505" w:rsidTr="00DE38F0">
        <w:tc>
          <w:tcPr>
            <w:tcW w:w="5179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C57505" w:rsidTr="00DE38F0">
        <w:tc>
          <w:tcPr>
            <w:tcW w:w="5179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179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179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179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5D60C4" w:rsidRPr="00E46750" w:rsidRDefault="005D60C4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5D60C4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Pr="00DD5708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Pr="002609C9" w:rsidRDefault="005D60C4" w:rsidP="00C57505">
      <w:pPr>
        <w:rPr>
          <w:b/>
          <w:sz w:val="28"/>
          <w:szCs w:val="28"/>
          <w:lang w:val="ru-RU"/>
        </w:rPr>
      </w:pPr>
    </w:p>
    <w:p w:rsidR="005D60C4" w:rsidRPr="002609C9" w:rsidRDefault="005D60C4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награждении</w:t>
      </w:r>
    </w:p>
    <w:p w:rsidR="005D60C4" w:rsidRDefault="005D60C4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5D60C4" w:rsidRPr="00E46750" w:rsidRDefault="005D60C4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5D60C4" w:rsidRPr="00AB777E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5D60C4" w:rsidRPr="00882502" w:rsidTr="00DE38F0">
        <w:tc>
          <w:tcPr>
            <w:tcW w:w="5672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672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4135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672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4135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672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5D60C4" w:rsidRPr="00C57505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 награждения (например: Иванова Клавдия  Ивановна, до 1985 г. Петрова).*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672" w:type="dxa"/>
            <w:vAlign w:val="center"/>
          </w:tcPr>
          <w:p w:rsidR="005D60C4" w:rsidRDefault="005D60C4" w:rsidP="00DE38F0">
            <w:pPr>
              <w:jc w:val="both"/>
            </w:pPr>
            <w:r>
              <w:t>Датарождения:</w:t>
            </w:r>
          </w:p>
        </w:tc>
        <w:tc>
          <w:tcPr>
            <w:tcW w:w="4135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672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Pr="00E46750" w:rsidRDefault="005D60C4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Default="005D60C4" w:rsidP="00C57505">
      <w:pPr>
        <w:rPr>
          <w:lang w:val="ru-RU"/>
        </w:rPr>
      </w:pPr>
    </w:p>
    <w:p w:rsidR="005D60C4" w:rsidRPr="002609C9" w:rsidRDefault="005D60C4" w:rsidP="00C57505">
      <w:pPr>
        <w:rPr>
          <w:b/>
          <w:sz w:val="28"/>
          <w:szCs w:val="28"/>
          <w:lang w:val="ru-RU"/>
        </w:rPr>
      </w:pPr>
    </w:p>
    <w:p w:rsidR="005D60C4" w:rsidRPr="00E46750" w:rsidRDefault="005D60C4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 xml:space="preserve">Форма запроса для получения справки об образовании </w:t>
      </w:r>
    </w:p>
    <w:p w:rsidR="005D60C4" w:rsidRPr="00E46750" w:rsidRDefault="005D60C4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(направлении, зачислении на учебу и об окончании учебного заведения)</w:t>
      </w:r>
    </w:p>
    <w:p w:rsidR="005D60C4" w:rsidRDefault="005D60C4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5D60C4" w:rsidRPr="00E46750" w:rsidRDefault="005D60C4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5D60C4" w:rsidRPr="00AB777E" w:rsidTr="00DE38F0">
        <w:tc>
          <w:tcPr>
            <w:tcW w:w="5178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5D60C4" w:rsidRPr="00882502" w:rsidTr="00DE38F0">
        <w:tc>
          <w:tcPr>
            <w:tcW w:w="5107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107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4700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107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4700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5107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5D60C4" w:rsidRPr="00C57505" w:rsidTr="00DE38F0">
        <w:tc>
          <w:tcPr>
            <w:tcW w:w="510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(например:Иванова Клавдия Михайловна, до 1985 г. Петрова).*</w:t>
            </w:r>
          </w:p>
        </w:tc>
        <w:tc>
          <w:tcPr>
            <w:tcW w:w="470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105" w:type="dxa"/>
            <w:vAlign w:val="center"/>
          </w:tcPr>
          <w:p w:rsidR="005D60C4" w:rsidRDefault="005D60C4" w:rsidP="00DE38F0">
            <w:pPr>
              <w:jc w:val="both"/>
            </w:pPr>
            <w:r>
              <w:t>Названиеучебногозаведения:*</w:t>
            </w:r>
          </w:p>
        </w:tc>
        <w:tc>
          <w:tcPr>
            <w:tcW w:w="4702" w:type="dxa"/>
            <w:vAlign w:val="center"/>
          </w:tcPr>
          <w:p w:rsidR="005D60C4" w:rsidRDefault="005D60C4" w:rsidP="00DE38F0">
            <w:pPr>
              <w:snapToGrid w:val="0"/>
              <w:jc w:val="both"/>
            </w:pPr>
          </w:p>
        </w:tc>
      </w:tr>
      <w:tr w:rsidR="005D60C4" w:rsidRPr="00F43171" w:rsidTr="00DE38F0">
        <w:tc>
          <w:tcPr>
            <w:tcW w:w="510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5105" w:type="dxa"/>
            <w:vAlign w:val="center"/>
          </w:tcPr>
          <w:p w:rsidR="005D60C4" w:rsidRDefault="005D60C4" w:rsidP="00DE38F0">
            <w:pPr>
              <w:jc w:val="both"/>
            </w:pPr>
            <w:r>
              <w:t>Периодобучения:*</w:t>
            </w:r>
          </w:p>
        </w:tc>
        <w:tc>
          <w:tcPr>
            <w:tcW w:w="4702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RPr="00F43171" w:rsidTr="00DE38F0">
        <w:tc>
          <w:tcPr>
            <w:tcW w:w="510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10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5105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5D60C4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Default="005D60C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jc w:val="both"/>
        <w:rPr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ind w:left="4253"/>
        <w:jc w:val="both"/>
        <w:rPr>
          <w:sz w:val="26"/>
          <w:szCs w:val="26"/>
          <w:lang w:val="ru-RU"/>
        </w:rPr>
      </w:pPr>
    </w:p>
    <w:p w:rsidR="005D60C4" w:rsidRPr="002609C9" w:rsidRDefault="005D60C4" w:rsidP="00C57505">
      <w:pPr>
        <w:ind w:left="4253"/>
        <w:jc w:val="both"/>
        <w:rPr>
          <w:lang w:val="ru-RU"/>
        </w:rPr>
      </w:pPr>
    </w:p>
    <w:p w:rsidR="005D60C4" w:rsidRPr="00882502" w:rsidRDefault="005D60C4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t xml:space="preserve">Форма запроса для получения сведений об имущественных правах </w:t>
      </w:r>
    </w:p>
    <w:p w:rsidR="005D60C4" w:rsidRPr="00882502" w:rsidRDefault="005D60C4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5D60C4" w:rsidRPr="00882502" w:rsidRDefault="005D60C4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5D60C4" w:rsidTr="00DE38F0">
        <w:tc>
          <w:tcPr>
            <w:tcW w:w="6777" w:type="dxa"/>
            <w:vAlign w:val="center"/>
          </w:tcPr>
          <w:p w:rsidR="005D60C4" w:rsidRDefault="005D60C4" w:rsidP="00DE38F0">
            <w:pPr>
              <w:jc w:val="both"/>
            </w:pPr>
            <w:r>
              <w:t>Наименование</w:t>
            </w:r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vAlign w:val="center"/>
          </w:tcPr>
          <w:p w:rsidR="005D60C4" w:rsidRDefault="005D60C4" w:rsidP="00DE38F0">
            <w:pPr>
              <w:snapToGrid w:val="0"/>
              <w:jc w:val="center"/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5D60C4" w:rsidRPr="00882502" w:rsidTr="00DE38F0">
        <w:tc>
          <w:tcPr>
            <w:tcW w:w="6493" w:type="dxa"/>
            <w:vAlign w:val="center"/>
          </w:tcPr>
          <w:p w:rsidR="005D60C4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5D60C4" w:rsidRPr="00882502" w:rsidRDefault="005D60C4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5D60C4" w:rsidRPr="00882502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Tr="00DE38F0">
        <w:tc>
          <w:tcPr>
            <w:tcW w:w="6493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5D60C4" w:rsidRPr="00C57505" w:rsidTr="00DE38F0"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RPr="00F43171" w:rsidTr="00DE38F0">
        <w:trPr>
          <w:trHeight w:val="1279"/>
        </w:trPr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RPr="00F43171" w:rsidTr="00DE38F0">
        <w:trPr>
          <w:trHeight w:val="1105"/>
        </w:trPr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rPr>
          <w:trHeight w:val="325"/>
        </w:trPr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rPr>
          <w:trHeight w:val="480"/>
        </w:trPr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6493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5D60C4" w:rsidRPr="00F43171" w:rsidTr="00DE38F0">
        <w:trPr>
          <w:trHeight w:val="599"/>
        </w:trPr>
        <w:tc>
          <w:tcPr>
            <w:tcW w:w="6493" w:type="dxa"/>
            <w:vAlign w:val="center"/>
          </w:tcPr>
          <w:p w:rsidR="005D60C4" w:rsidRPr="00E46750" w:rsidRDefault="005D60C4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vAlign w:val="center"/>
          </w:tcPr>
          <w:p w:rsidR="005D60C4" w:rsidRPr="00E46750" w:rsidRDefault="005D60C4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5D60C4" w:rsidRDefault="005D60C4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Pr="00882502" w:rsidRDefault="005D60C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Pr="00E46750" w:rsidRDefault="005D60C4" w:rsidP="00C57505">
      <w:pPr>
        <w:jc w:val="both"/>
        <w:rPr>
          <w:b/>
          <w:sz w:val="26"/>
          <w:szCs w:val="26"/>
          <w:lang w:val="ru-RU"/>
        </w:rPr>
      </w:pPr>
    </w:p>
    <w:p w:rsidR="005D60C4" w:rsidRPr="00E46750" w:rsidRDefault="005D60C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</w:p>
    <w:p w:rsidR="005D60C4" w:rsidRDefault="005D60C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5D60C4" w:rsidRPr="00E46750" w:rsidRDefault="005D60C4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5D60C4" w:rsidRPr="00AB777E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5D60C4" w:rsidRPr="00882502" w:rsidTr="00DE38F0">
        <w:tc>
          <w:tcPr>
            <w:tcW w:w="4882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5D60C4" w:rsidRPr="00C57505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(например:Иванова Клавдия Михайловна, до 1985 г. Петрова).*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RPr="00F43171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5D60C4" w:rsidTr="00DE38F0">
        <w:tc>
          <w:tcPr>
            <w:tcW w:w="4880" w:type="dxa"/>
            <w:vAlign w:val="center"/>
          </w:tcPr>
          <w:p w:rsidR="005D60C4" w:rsidRDefault="005D60C4" w:rsidP="00DE38F0">
            <w:pPr>
              <w:jc w:val="both"/>
            </w:pPr>
            <w:r>
              <w:t>Хронологическиерамкизапрашиваемойинформации*</w:t>
            </w:r>
          </w:p>
        </w:tc>
        <w:tc>
          <w:tcPr>
            <w:tcW w:w="4703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RPr="00F43171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5D60C4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5D60C4" w:rsidRPr="00E46750" w:rsidRDefault="005D60C4" w:rsidP="00C57505">
      <w:pPr>
        <w:jc w:val="both"/>
        <w:rPr>
          <w:lang w:val="ru-RU"/>
        </w:rPr>
      </w:pP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Default="005D60C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Default="005D60C4" w:rsidP="00C57505">
      <w:pPr>
        <w:jc w:val="both"/>
        <w:rPr>
          <w:sz w:val="26"/>
          <w:szCs w:val="26"/>
          <w:lang w:val="ru-RU"/>
        </w:rPr>
      </w:pPr>
    </w:p>
    <w:p w:rsidR="005D60C4" w:rsidRPr="00E46750" w:rsidRDefault="005D60C4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5D60C4" w:rsidRPr="00E46750" w:rsidRDefault="005D60C4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t>Форма запроса для получения сведений   о составе семьи, подтверждении родственных отношений</w:t>
      </w:r>
    </w:p>
    <w:p w:rsidR="005D60C4" w:rsidRPr="00E46750" w:rsidRDefault="005D60C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5D60C4" w:rsidRDefault="005D60C4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5D60C4" w:rsidRPr="00E46750" w:rsidRDefault="005D60C4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5D60C4" w:rsidRPr="00DC62F0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5D60C4" w:rsidRDefault="005D60C4" w:rsidP="00C57505">
      <w:pPr>
        <w:jc w:val="both"/>
      </w:pPr>
      <w:r>
        <w:rPr>
          <w:b/>
          <w:bCs/>
        </w:rPr>
        <w:t>Сведения о заявителе</w:t>
      </w:r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5D60C4" w:rsidRPr="00882502" w:rsidTr="00DE38F0">
        <w:tc>
          <w:tcPr>
            <w:tcW w:w="4882" w:type="dxa"/>
            <w:vAlign w:val="center"/>
          </w:tcPr>
          <w:p w:rsidR="005D60C4" w:rsidRPr="00882502" w:rsidRDefault="005D60C4" w:rsidP="00DE38F0">
            <w:pPr>
              <w:suppressAutoHyphens w:val="0"/>
              <w:jc w:val="both"/>
              <w:rPr>
                <w:lang w:val="ru-RU" w:eastAsia="en-US"/>
              </w:rPr>
            </w:pPr>
            <w:r w:rsidRPr="00882502">
              <w:rPr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Полныйпочтовыйадрес:*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Телефон: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Tr="00DE38F0">
        <w:tc>
          <w:tcPr>
            <w:tcW w:w="4882" w:type="dxa"/>
            <w:vAlign w:val="center"/>
          </w:tcPr>
          <w:p w:rsidR="005D60C4" w:rsidRDefault="005D60C4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5D60C4" w:rsidRPr="00C57505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(например:Иванова Клавдия Михайловна, сестра (до 1985 г. Петрова,).*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  <w:tr w:rsidR="005D60C4" w:rsidTr="00DE38F0">
        <w:tc>
          <w:tcPr>
            <w:tcW w:w="4880" w:type="dxa"/>
            <w:vAlign w:val="center"/>
          </w:tcPr>
          <w:p w:rsidR="005D60C4" w:rsidRPr="00882502" w:rsidRDefault="005D60C4" w:rsidP="00DE38F0">
            <w:pPr>
              <w:jc w:val="both"/>
              <w:rPr>
                <w:b/>
                <w:i/>
                <w:lang w:val="ru-RU"/>
              </w:rPr>
            </w:pPr>
            <w:r>
              <w:t xml:space="preserve">Наименованиенаселенногопункта  * </w:t>
            </w:r>
          </w:p>
        </w:tc>
        <w:tc>
          <w:tcPr>
            <w:tcW w:w="4703" w:type="dxa"/>
            <w:vAlign w:val="center"/>
          </w:tcPr>
          <w:p w:rsidR="005D60C4" w:rsidRDefault="005D60C4" w:rsidP="00DE38F0">
            <w:pPr>
              <w:snapToGrid w:val="0"/>
              <w:jc w:val="both"/>
            </w:pPr>
          </w:p>
        </w:tc>
      </w:tr>
      <w:tr w:rsidR="005D60C4" w:rsidTr="00DE38F0">
        <w:tc>
          <w:tcPr>
            <w:tcW w:w="4880" w:type="dxa"/>
            <w:vAlign w:val="center"/>
          </w:tcPr>
          <w:p w:rsidR="005D60C4" w:rsidRDefault="005D60C4" w:rsidP="00DE38F0">
            <w:pPr>
              <w:jc w:val="both"/>
            </w:pPr>
            <w:r>
              <w:t>Датасобытия *</w:t>
            </w:r>
          </w:p>
        </w:tc>
        <w:tc>
          <w:tcPr>
            <w:tcW w:w="4703" w:type="dxa"/>
            <w:vAlign w:val="center"/>
          </w:tcPr>
          <w:p w:rsidR="005D60C4" w:rsidRDefault="005D60C4" w:rsidP="00DE38F0">
            <w:pPr>
              <w:snapToGrid w:val="0"/>
            </w:pPr>
          </w:p>
        </w:tc>
      </w:tr>
      <w:tr w:rsidR="005D60C4" w:rsidRPr="00F43171" w:rsidTr="00DE38F0">
        <w:tc>
          <w:tcPr>
            <w:tcW w:w="4880" w:type="dxa"/>
            <w:vAlign w:val="center"/>
          </w:tcPr>
          <w:p w:rsidR="005D60C4" w:rsidRPr="00E46750" w:rsidRDefault="005D60C4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vAlign w:val="center"/>
          </w:tcPr>
          <w:p w:rsidR="005D60C4" w:rsidRPr="00E46750" w:rsidRDefault="005D60C4" w:rsidP="00DE38F0">
            <w:pPr>
              <w:snapToGrid w:val="0"/>
              <w:rPr>
                <w:lang w:val="ru-RU"/>
              </w:rPr>
            </w:pPr>
          </w:p>
        </w:tc>
      </w:tr>
    </w:tbl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5D60C4" w:rsidRPr="00E46750" w:rsidRDefault="005D60C4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5D60C4" w:rsidRPr="0093723A" w:rsidRDefault="005D60C4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5D60C4" w:rsidRPr="00E46750" w:rsidRDefault="005D60C4" w:rsidP="00C57505">
      <w:pPr>
        <w:jc w:val="both"/>
        <w:rPr>
          <w:lang w:val="ru-RU"/>
        </w:rPr>
      </w:pPr>
      <w:r w:rsidRPr="0093723A">
        <w:rPr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b/>
          <w:sz w:val="22"/>
          <w:szCs w:val="22"/>
          <w:lang w:val="ru-RU" w:eastAsia="en-US"/>
        </w:rPr>
        <w:t>*</w:t>
      </w:r>
      <w:r w:rsidRPr="0093723A">
        <w:rPr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5D60C4" w:rsidRPr="00E46750" w:rsidRDefault="005D60C4" w:rsidP="00C57505">
      <w:pPr>
        <w:jc w:val="both"/>
        <w:rPr>
          <w:lang w:val="ru-RU"/>
        </w:rPr>
      </w:pPr>
    </w:p>
    <w:p w:rsidR="005D60C4" w:rsidRPr="00E46750" w:rsidRDefault="005D60C4" w:rsidP="00C57505">
      <w:pPr>
        <w:jc w:val="both"/>
        <w:rPr>
          <w:lang w:val="ru-RU"/>
        </w:rPr>
      </w:pPr>
    </w:p>
    <w:p w:rsidR="005D60C4" w:rsidRPr="00C57505" w:rsidRDefault="005D60C4">
      <w:pPr>
        <w:rPr>
          <w:lang w:val="ru-RU"/>
        </w:rPr>
      </w:pPr>
    </w:p>
    <w:sectPr w:rsidR="005D60C4" w:rsidRPr="00C57505" w:rsidSect="00924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F6D"/>
    <w:rsid w:val="001B4D35"/>
    <w:rsid w:val="002609C9"/>
    <w:rsid w:val="005D60C4"/>
    <w:rsid w:val="00882502"/>
    <w:rsid w:val="0092320D"/>
    <w:rsid w:val="009248C4"/>
    <w:rsid w:val="0093723A"/>
    <w:rsid w:val="00A05437"/>
    <w:rsid w:val="00AB777E"/>
    <w:rsid w:val="00B71775"/>
    <w:rsid w:val="00BB5F6D"/>
    <w:rsid w:val="00C12AA9"/>
    <w:rsid w:val="00C34131"/>
    <w:rsid w:val="00C45584"/>
    <w:rsid w:val="00C57505"/>
    <w:rsid w:val="00CD2772"/>
    <w:rsid w:val="00DC62F0"/>
    <w:rsid w:val="00DD5708"/>
    <w:rsid w:val="00DE38F0"/>
    <w:rsid w:val="00E46750"/>
    <w:rsid w:val="00F4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50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1713</Words>
  <Characters>9767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dcterms:created xsi:type="dcterms:W3CDTF">2016-07-26T12:22:00Z</dcterms:created>
  <dcterms:modified xsi:type="dcterms:W3CDTF">2017-09-11T10:35:00Z</dcterms:modified>
</cp:coreProperties>
</file>